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51"/>
        <w:tblW w:w="10314" w:type="dxa"/>
        <w:tblLayout w:type="fixed"/>
        <w:tblLook w:val="01E0" w:firstRow="1" w:lastRow="1" w:firstColumn="1" w:lastColumn="1" w:noHBand="0" w:noVBand="0"/>
      </w:tblPr>
      <w:tblGrid>
        <w:gridCol w:w="4604"/>
        <w:gridCol w:w="392"/>
        <w:gridCol w:w="175"/>
        <w:gridCol w:w="250"/>
        <w:gridCol w:w="4893"/>
      </w:tblGrid>
      <w:tr w:rsidR="00B70844" w:rsidRPr="00735198" w:rsidTr="002E22FD">
        <w:tc>
          <w:tcPr>
            <w:tcW w:w="4604" w:type="dxa"/>
            <w:vAlign w:val="center"/>
          </w:tcPr>
          <w:p w:rsidR="00B70844" w:rsidRPr="00406257" w:rsidRDefault="000C222A" w:rsidP="002E22FD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70844" w:rsidRPr="00735198">
              <w:rPr>
                <w:sz w:val="28"/>
                <w:szCs w:val="28"/>
              </w:rPr>
              <w:t xml:space="preserve">МИНИСТЕРСТВО </w:t>
            </w:r>
          </w:p>
          <w:p w:rsidR="00B70844" w:rsidRPr="00210834" w:rsidRDefault="00B70844" w:rsidP="002E22FD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ПО ДЕЛАМ МОЛОДЕЖИ </w:t>
            </w:r>
          </w:p>
          <w:p w:rsidR="00B70844" w:rsidRPr="00735198" w:rsidRDefault="00B70844" w:rsidP="002E22FD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B70844" w:rsidRPr="00735198" w:rsidRDefault="00FA6F28" w:rsidP="002E22F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19050" t="0" r="254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93" w:type="dxa"/>
            <w:vAlign w:val="center"/>
          </w:tcPr>
          <w:p w:rsidR="00B70844" w:rsidRPr="00735198" w:rsidRDefault="00B70844" w:rsidP="002E22FD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ТАТАРСТАН РЕСПУБЛИКАСЫ </w:t>
            </w:r>
          </w:p>
          <w:p w:rsidR="00B70844" w:rsidRPr="00735198" w:rsidRDefault="00B70844" w:rsidP="002E22FD">
            <w:pPr>
              <w:spacing w:line="300" w:lineRule="exact"/>
              <w:ind w:left="317" w:right="-174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ЯШЬЛ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>Р ЭШЛ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 xml:space="preserve">РЕ </w:t>
            </w:r>
          </w:p>
          <w:p w:rsidR="00B70844" w:rsidRPr="00735198" w:rsidRDefault="00B70844" w:rsidP="002E22FD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МИНИСТРЛЫГЫ</w:t>
            </w:r>
          </w:p>
        </w:tc>
      </w:tr>
      <w:tr w:rsidR="00B70844" w:rsidRPr="00735198" w:rsidTr="002E22FD">
        <w:tc>
          <w:tcPr>
            <w:tcW w:w="4604" w:type="dxa"/>
          </w:tcPr>
          <w:p w:rsidR="00B70844" w:rsidRPr="00735198" w:rsidRDefault="00B70844" w:rsidP="002E22FD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:rsidR="00B70844" w:rsidRPr="00735198" w:rsidRDefault="00B70844" w:rsidP="002E22FD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893" w:type="dxa"/>
          </w:tcPr>
          <w:p w:rsidR="00B70844" w:rsidRPr="00735198" w:rsidRDefault="00B70844" w:rsidP="002E22FD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B70844" w:rsidRPr="00735198" w:rsidTr="002E22FD">
        <w:tc>
          <w:tcPr>
            <w:tcW w:w="4604" w:type="dxa"/>
            <w:vAlign w:val="center"/>
          </w:tcPr>
          <w:p w:rsidR="00B70844" w:rsidRPr="00735198" w:rsidRDefault="00B70844" w:rsidP="002E22FD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 w:rsidRPr="00735198">
              <w:rPr>
                <w:spacing w:val="-6"/>
                <w:sz w:val="20"/>
                <w:szCs w:val="20"/>
              </w:rPr>
              <w:t>ул.</w:t>
            </w:r>
            <w:r>
              <w:rPr>
                <w:spacing w:val="-6"/>
                <w:sz w:val="20"/>
                <w:szCs w:val="20"/>
              </w:rPr>
              <w:t>Сафьян</w:t>
            </w:r>
            <w:r w:rsidRPr="00735198">
              <w:rPr>
                <w:spacing w:val="-6"/>
                <w:sz w:val="20"/>
                <w:szCs w:val="20"/>
              </w:rPr>
              <w:t>, д.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:rsidR="00B70844" w:rsidRPr="00735198" w:rsidRDefault="00B70844" w:rsidP="002E22FD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г</w:t>
            </w:r>
            <w:r w:rsidRPr="00735198">
              <w:rPr>
                <w:spacing w:val="-6"/>
                <w:sz w:val="20"/>
                <w:szCs w:val="20"/>
              </w:rPr>
              <w:t xml:space="preserve">. 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735198">
              <w:rPr>
                <w:spacing w:val="-6"/>
                <w:sz w:val="20"/>
                <w:szCs w:val="20"/>
              </w:rPr>
              <w:t>ь,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  <w:tc>
          <w:tcPr>
            <w:tcW w:w="817" w:type="dxa"/>
            <w:gridSpan w:val="3"/>
            <w:vAlign w:val="center"/>
          </w:tcPr>
          <w:p w:rsidR="00B70844" w:rsidRPr="00735198" w:rsidRDefault="00B70844" w:rsidP="002E22FD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893" w:type="dxa"/>
            <w:vAlign w:val="center"/>
          </w:tcPr>
          <w:p w:rsidR="00B70844" w:rsidRPr="00735198" w:rsidRDefault="00B70844" w:rsidP="002E22FD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Сафьян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 xml:space="preserve"> урамы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 нче йорт, </w:t>
            </w:r>
          </w:p>
          <w:p w:rsidR="00B70844" w:rsidRPr="00735198" w:rsidRDefault="00B70844" w:rsidP="002E22FD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735198">
              <w:rPr>
                <w:spacing w:val="-6"/>
                <w:sz w:val="20"/>
                <w:szCs w:val="20"/>
              </w:rPr>
              <w:t>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</w:tr>
      <w:tr w:rsidR="00B70844" w:rsidRPr="00735198" w:rsidTr="002E22FD">
        <w:trPr>
          <w:trHeight w:val="431"/>
        </w:trPr>
        <w:tc>
          <w:tcPr>
            <w:tcW w:w="4996" w:type="dxa"/>
            <w:gridSpan w:val="2"/>
          </w:tcPr>
          <w:p w:rsidR="00B70844" w:rsidRPr="005020E5" w:rsidRDefault="00B70844" w:rsidP="002E22FD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5318" w:type="dxa"/>
            <w:gridSpan w:val="3"/>
          </w:tcPr>
          <w:p w:rsidR="00B70844" w:rsidRPr="005020E5" w:rsidRDefault="00B70844" w:rsidP="002E22FD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B70844" w:rsidRPr="00735198" w:rsidTr="002E22FD">
        <w:tc>
          <w:tcPr>
            <w:tcW w:w="10314" w:type="dxa"/>
            <w:gridSpan w:val="5"/>
          </w:tcPr>
          <w:p w:rsidR="00B70844" w:rsidRPr="003615B0" w:rsidRDefault="00B70844" w:rsidP="002E22FD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(843) 222-91-50, факс: (843) 222-91-51</w:t>
            </w:r>
            <w:r w:rsidRPr="005020E5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E</w:t>
            </w:r>
            <w:r w:rsidRPr="003615B0">
              <w:rPr>
                <w:sz w:val="20"/>
                <w:szCs w:val="20"/>
              </w:rPr>
              <w:t>-</w:t>
            </w:r>
            <w:r w:rsidRPr="005020E5">
              <w:rPr>
                <w:sz w:val="20"/>
                <w:szCs w:val="20"/>
                <w:lang w:val="en-US"/>
              </w:rPr>
              <w:t>mail</w:t>
            </w:r>
            <w:r w:rsidRPr="003615B0">
              <w:rPr>
                <w:sz w:val="20"/>
                <w:szCs w:val="20"/>
              </w:rPr>
              <w:t xml:space="preserve">: </w:t>
            </w:r>
            <w:r w:rsidRPr="005020E5">
              <w:rPr>
                <w:sz w:val="20"/>
                <w:szCs w:val="20"/>
                <w:lang w:val="en-US"/>
              </w:rPr>
              <w:t>mdmrt</w:t>
            </w:r>
            <w:r w:rsidRPr="003615B0">
              <w:rPr>
                <w:sz w:val="20"/>
                <w:szCs w:val="20"/>
              </w:rPr>
              <w:t>@</w:t>
            </w:r>
            <w:r w:rsidRPr="005020E5">
              <w:rPr>
                <w:sz w:val="20"/>
                <w:szCs w:val="20"/>
                <w:lang w:val="en-US"/>
              </w:rPr>
              <w:t>tatar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  <w:r w:rsidRPr="003615B0">
              <w:rPr>
                <w:sz w:val="20"/>
                <w:szCs w:val="20"/>
              </w:rPr>
              <w:t xml:space="preserve">, </w:t>
            </w:r>
            <w:r w:rsidRPr="005020E5">
              <w:rPr>
                <w:sz w:val="20"/>
                <w:szCs w:val="20"/>
                <w:lang w:val="en-US"/>
              </w:rPr>
              <w:t>http</w:t>
            </w:r>
            <w:r w:rsidRPr="003615B0"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minmol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tatarstan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</w:p>
        </w:tc>
      </w:tr>
      <w:tr w:rsidR="00B70844" w:rsidRPr="00735198" w:rsidTr="002E22FD">
        <w:tc>
          <w:tcPr>
            <w:tcW w:w="5171" w:type="dxa"/>
            <w:gridSpan w:val="3"/>
            <w:tcBorders>
              <w:top w:val="single" w:sz="12" w:space="0" w:color="auto"/>
            </w:tcBorders>
          </w:tcPr>
          <w:p w:rsidR="00B70844" w:rsidRPr="003615B0" w:rsidRDefault="00B70844" w:rsidP="002E22FD">
            <w:pPr>
              <w:jc w:val="center"/>
              <w:rPr>
                <w:sz w:val="16"/>
              </w:rPr>
            </w:pPr>
          </w:p>
        </w:tc>
        <w:tc>
          <w:tcPr>
            <w:tcW w:w="5143" w:type="dxa"/>
            <w:gridSpan w:val="2"/>
            <w:tcBorders>
              <w:top w:val="single" w:sz="12" w:space="0" w:color="auto"/>
            </w:tcBorders>
          </w:tcPr>
          <w:p w:rsidR="00B70844" w:rsidRPr="003615B0" w:rsidRDefault="00B70844" w:rsidP="002E22FD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B70844" w:rsidRPr="00735198" w:rsidTr="002E22FD">
        <w:tc>
          <w:tcPr>
            <w:tcW w:w="5171" w:type="dxa"/>
            <w:gridSpan w:val="3"/>
          </w:tcPr>
          <w:p w:rsidR="00B70844" w:rsidRPr="00735198" w:rsidRDefault="00B70844" w:rsidP="002E22FD">
            <w:pPr>
              <w:spacing w:line="360" w:lineRule="auto"/>
              <w:ind w:left="142"/>
              <w:jc w:val="both"/>
            </w:pPr>
            <w:r w:rsidRPr="00735198">
              <w:t>______________ № ______________</w:t>
            </w:r>
          </w:p>
        </w:tc>
        <w:tc>
          <w:tcPr>
            <w:tcW w:w="5143" w:type="dxa"/>
            <w:gridSpan w:val="2"/>
            <w:vMerge w:val="restart"/>
          </w:tcPr>
          <w:p w:rsidR="00B70844" w:rsidRPr="00FF019D" w:rsidRDefault="00FB58CA" w:rsidP="002E22FD">
            <w:pPr>
              <w:ind w:left="879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Главам</w:t>
            </w:r>
          </w:p>
          <w:p w:rsidR="00B70844" w:rsidRPr="00FF019D" w:rsidRDefault="00732F36" w:rsidP="002E22FD">
            <w:pPr>
              <w:ind w:left="879" w:right="-110"/>
              <w:rPr>
                <w:sz w:val="28"/>
              </w:rPr>
            </w:pPr>
            <w:r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 xml:space="preserve">Муниципальных </w:t>
            </w:r>
            <w:r w:rsidRPr="00FF019D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образований</w:t>
            </w:r>
            <w:r w:rsidR="00B70844" w:rsidRPr="00FF019D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 xml:space="preserve"> Республики Татарстан</w:t>
            </w:r>
          </w:p>
          <w:p w:rsidR="00B70844" w:rsidRPr="00FB1CF1" w:rsidRDefault="00B70844" w:rsidP="002E22FD">
            <w:pPr>
              <w:ind w:left="884" w:right="-110"/>
              <w:rPr>
                <w:sz w:val="32"/>
              </w:rPr>
            </w:pPr>
          </w:p>
        </w:tc>
      </w:tr>
      <w:tr w:rsidR="00B70844" w:rsidRPr="00735198" w:rsidTr="002E22FD">
        <w:trPr>
          <w:trHeight w:val="249"/>
        </w:trPr>
        <w:tc>
          <w:tcPr>
            <w:tcW w:w="5171" w:type="dxa"/>
            <w:gridSpan w:val="3"/>
          </w:tcPr>
          <w:p w:rsidR="00B70844" w:rsidRDefault="00B70844" w:rsidP="002E22FD">
            <w:pPr>
              <w:ind w:left="142"/>
              <w:jc w:val="both"/>
            </w:pPr>
            <w:r w:rsidRPr="00735198">
              <w:t>На № __________________________</w:t>
            </w:r>
          </w:p>
          <w:p w:rsidR="00B70844" w:rsidRDefault="00B70844" w:rsidP="002E22FD">
            <w:pPr>
              <w:ind w:left="142"/>
              <w:jc w:val="both"/>
            </w:pPr>
          </w:p>
          <w:p w:rsidR="00B70844" w:rsidRDefault="00B70844" w:rsidP="002E22FD">
            <w:pPr>
              <w:ind w:left="142"/>
              <w:jc w:val="both"/>
            </w:pPr>
          </w:p>
          <w:p w:rsidR="00144C32" w:rsidRDefault="00144C32" w:rsidP="002E22FD">
            <w:pPr>
              <w:ind w:left="142"/>
            </w:pPr>
          </w:p>
          <w:p w:rsidR="00B70844" w:rsidRPr="00735198" w:rsidRDefault="00B70844" w:rsidP="002E22FD">
            <w:pPr>
              <w:ind w:left="142"/>
            </w:pPr>
            <w:r>
              <w:t xml:space="preserve">О старте заявочной кампании Конкурса медиаконтента </w:t>
            </w:r>
          </w:p>
        </w:tc>
        <w:tc>
          <w:tcPr>
            <w:tcW w:w="5143" w:type="dxa"/>
            <w:gridSpan w:val="2"/>
            <w:vMerge/>
          </w:tcPr>
          <w:p w:rsidR="00B70844" w:rsidRPr="00735198" w:rsidRDefault="00B70844" w:rsidP="002E22FD">
            <w:pPr>
              <w:ind w:left="-8" w:right="-110"/>
              <w:jc w:val="center"/>
            </w:pPr>
          </w:p>
        </w:tc>
      </w:tr>
    </w:tbl>
    <w:p w:rsidR="00B70844" w:rsidRPr="002C5FAE" w:rsidRDefault="00B70844" w:rsidP="00655144">
      <w:pPr>
        <w:ind w:right="-1"/>
        <w:jc w:val="center"/>
        <w:rPr>
          <w:sz w:val="20"/>
          <w:szCs w:val="20"/>
        </w:rPr>
      </w:pPr>
    </w:p>
    <w:p w:rsidR="00B70844" w:rsidRDefault="00B70844" w:rsidP="0065514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коллеги</w:t>
      </w:r>
      <w:r w:rsidRPr="00295E5E">
        <w:rPr>
          <w:b/>
          <w:sz w:val="28"/>
          <w:szCs w:val="28"/>
        </w:rPr>
        <w:t>!</w:t>
      </w:r>
    </w:p>
    <w:p w:rsidR="00B70844" w:rsidRPr="002C5FAE" w:rsidRDefault="00B70844" w:rsidP="00655144">
      <w:pPr>
        <w:ind w:right="-1"/>
        <w:jc w:val="center"/>
        <w:rPr>
          <w:sz w:val="16"/>
          <w:szCs w:val="16"/>
        </w:rPr>
      </w:pPr>
    </w:p>
    <w:p w:rsidR="00B70844" w:rsidRPr="00D56D39" w:rsidRDefault="00B70844" w:rsidP="001D00C4">
      <w:pPr>
        <w:spacing w:line="360" w:lineRule="auto"/>
        <w:jc w:val="center"/>
        <w:rPr>
          <w:sz w:val="14"/>
        </w:rPr>
      </w:pPr>
    </w:p>
    <w:p w:rsidR="004A3C97" w:rsidRPr="002C5FAE" w:rsidRDefault="004A3C97" w:rsidP="002C5FAE">
      <w:pPr>
        <w:ind w:firstLine="708"/>
        <w:jc w:val="both"/>
        <w:rPr>
          <w:sz w:val="28"/>
          <w:szCs w:val="28"/>
        </w:rPr>
      </w:pPr>
      <w:r w:rsidRPr="002C5FAE">
        <w:rPr>
          <w:sz w:val="28"/>
          <w:szCs w:val="28"/>
        </w:rPr>
        <w:t>В 2021 году одной из публично сформированных целей и задач Министерства по делам молодежи Республики Татарстан (далее – Министерство) является повышение качества работы с подростками.</w:t>
      </w:r>
    </w:p>
    <w:p w:rsidR="004A3C97" w:rsidRPr="002C5FAE" w:rsidRDefault="004A3C97" w:rsidP="002C5FAE">
      <w:pPr>
        <w:ind w:firstLine="708"/>
        <w:jc w:val="both"/>
        <w:rPr>
          <w:sz w:val="28"/>
          <w:szCs w:val="28"/>
        </w:rPr>
      </w:pPr>
      <w:r w:rsidRPr="002C5FAE">
        <w:rPr>
          <w:sz w:val="28"/>
          <w:szCs w:val="28"/>
        </w:rPr>
        <w:t>Министерством образован проектный офис «</w:t>
      </w:r>
      <w:r w:rsidRPr="002C5FAE">
        <w:rPr>
          <w:sz w:val="28"/>
          <w:szCs w:val="28"/>
          <w:lang w:val="en-US"/>
        </w:rPr>
        <w:t>M</w:t>
      </w:r>
      <w:r w:rsidRPr="002C5FAE">
        <w:rPr>
          <w:sz w:val="28"/>
          <w:szCs w:val="28"/>
        </w:rPr>
        <w:t>инмол Тинс» по работе</w:t>
      </w:r>
      <w:r w:rsidRPr="002C5FAE">
        <w:rPr>
          <w:sz w:val="28"/>
          <w:szCs w:val="28"/>
        </w:rPr>
        <w:br/>
        <w:t>с подростками 14 – 18 лет, проживающими на территории Республики Татарстан. Цель направления – это актуализация среды развития подростков, повышение их охвата и вовлеченности республиканскими молодежными программами.</w:t>
      </w:r>
    </w:p>
    <w:p w:rsidR="004A3C97" w:rsidRPr="002C5FAE" w:rsidRDefault="004A3C97" w:rsidP="002C5FAE">
      <w:pPr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2C5FAE">
        <w:rPr>
          <w:rFonts w:eastAsia="Batang"/>
          <w:kern w:val="2"/>
          <w:sz w:val="28"/>
          <w:szCs w:val="28"/>
          <w:lang w:eastAsia="ko-KR"/>
        </w:rPr>
        <w:t xml:space="preserve">С 27 октября по 15 ноября 2021 года Министерством при участии </w:t>
      </w:r>
      <w:r w:rsidRPr="002C5FAE">
        <w:rPr>
          <w:sz w:val="28"/>
          <w:szCs w:val="28"/>
        </w:rPr>
        <w:t>«</w:t>
      </w:r>
      <w:r w:rsidRPr="002C5FAE">
        <w:rPr>
          <w:sz w:val="28"/>
          <w:szCs w:val="28"/>
          <w:lang w:val="en-US"/>
        </w:rPr>
        <w:t>M</w:t>
      </w:r>
      <w:r w:rsidRPr="002C5FAE">
        <w:rPr>
          <w:sz w:val="28"/>
          <w:szCs w:val="28"/>
        </w:rPr>
        <w:t>инмол Тинс» будет организован Республиканский конкурс медиаконтента (далее – Конкурс). В Конкурсе могут принять участие подростки от 12 до 18 лет</w:t>
      </w:r>
      <w:r w:rsidR="002C5FAE" w:rsidRPr="002C5FAE">
        <w:rPr>
          <w:sz w:val="28"/>
          <w:szCs w:val="28"/>
        </w:rPr>
        <w:t>.</w:t>
      </w:r>
    </w:p>
    <w:p w:rsidR="004A3C97" w:rsidRPr="002C5FAE" w:rsidRDefault="004A3C97" w:rsidP="002C5FAE">
      <w:pPr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2C5FAE">
        <w:rPr>
          <w:rFonts w:eastAsia="Batang"/>
          <w:kern w:val="2"/>
          <w:sz w:val="28"/>
          <w:szCs w:val="28"/>
          <w:lang w:eastAsia="ko-KR"/>
        </w:rPr>
        <w:t>Принимая во внимание социальную значимость Конкурса, просим Вас оказать содействие и проинформировать школ</w:t>
      </w:r>
      <w:r w:rsidR="002C5FAE" w:rsidRPr="002C5FAE">
        <w:rPr>
          <w:rFonts w:eastAsia="Batang"/>
          <w:kern w:val="2"/>
          <w:sz w:val="28"/>
          <w:szCs w:val="28"/>
          <w:lang w:eastAsia="ko-KR"/>
        </w:rPr>
        <w:t xml:space="preserve">ы </w:t>
      </w:r>
      <w:r w:rsidR="00F53894">
        <w:rPr>
          <w:rFonts w:eastAsia="Batang"/>
          <w:kern w:val="2"/>
          <w:sz w:val="28"/>
          <w:szCs w:val="28"/>
          <w:lang w:eastAsia="ko-KR"/>
        </w:rPr>
        <w:t xml:space="preserve">Вашего муниципального района </w:t>
      </w:r>
      <w:bookmarkStart w:id="0" w:name="_GoBack"/>
      <w:bookmarkEnd w:id="0"/>
      <w:r w:rsidRPr="002C5FAE">
        <w:rPr>
          <w:rFonts w:eastAsia="Batang"/>
          <w:kern w:val="2"/>
          <w:sz w:val="28"/>
          <w:szCs w:val="28"/>
          <w:lang w:eastAsia="ko-KR"/>
        </w:rPr>
        <w:t>о возможности участия школьников в Конкурсе, а также оказать содействие в информационном освещении Конкурса – размещении информации о Конкурсе (материалы в Приложении).</w:t>
      </w:r>
    </w:p>
    <w:p w:rsidR="004A3C97" w:rsidRPr="002C5FAE" w:rsidRDefault="004A3C97" w:rsidP="002C5FAE">
      <w:pPr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2C5FAE">
        <w:rPr>
          <w:rFonts w:eastAsia="Batang"/>
          <w:kern w:val="2"/>
          <w:sz w:val="28"/>
          <w:szCs w:val="28"/>
          <w:lang w:eastAsia="ko-KR"/>
        </w:rPr>
        <w:t>Прием заявок для участия в отборочном этапе осуществляется до 15 ноября 2021 года. Для этого необходимо загрузить видео в Инстаграм или Тик-ток, отметив аккаунт @</w:t>
      </w:r>
      <w:r w:rsidRPr="002C5FAE">
        <w:rPr>
          <w:rFonts w:eastAsia="Batang"/>
          <w:kern w:val="2"/>
          <w:sz w:val="28"/>
          <w:szCs w:val="28"/>
          <w:lang w:val="en-US" w:eastAsia="ko-KR"/>
        </w:rPr>
        <w:t>minmol</w:t>
      </w:r>
      <w:r w:rsidRPr="002C5FAE">
        <w:rPr>
          <w:rFonts w:eastAsia="Batang"/>
          <w:kern w:val="2"/>
          <w:sz w:val="28"/>
          <w:szCs w:val="28"/>
          <w:lang w:eastAsia="ko-KR"/>
        </w:rPr>
        <w:t>_</w:t>
      </w:r>
      <w:r w:rsidRPr="002C5FAE">
        <w:rPr>
          <w:rFonts w:eastAsia="Batang"/>
          <w:kern w:val="2"/>
          <w:sz w:val="28"/>
          <w:szCs w:val="28"/>
          <w:lang w:val="en-US" w:eastAsia="ko-KR"/>
        </w:rPr>
        <w:t>teens</w:t>
      </w:r>
      <w:r w:rsidRPr="002C5FAE">
        <w:rPr>
          <w:rFonts w:eastAsia="Batang"/>
          <w:kern w:val="2"/>
          <w:sz w:val="28"/>
          <w:szCs w:val="28"/>
          <w:lang w:eastAsia="ko-KR"/>
        </w:rPr>
        <w:t>, и поставить соответствующие хештеги, а также заполнить гугл-форму по ссылке:</w:t>
      </w:r>
    </w:p>
    <w:p w:rsidR="004A3C97" w:rsidRPr="002C5FAE" w:rsidRDefault="00C3586C" w:rsidP="002C5FAE">
      <w:pPr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hyperlink r:id="rId8" w:history="1">
        <w:r w:rsidR="004A3C97" w:rsidRPr="002C5FAE">
          <w:rPr>
            <w:rStyle w:val="a8"/>
            <w:rFonts w:eastAsia="Batang"/>
            <w:kern w:val="2"/>
            <w:sz w:val="28"/>
            <w:szCs w:val="28"/>
            <w:lang w:eastAsia="ko-KR"/>
          </w:rPr>
          <w:t>https://docs.google.com/forms/d/1VR73iEliw5bDFF4CWq3beb2tnJU9Qioxe4wJyKQtpQ/viewform?edit_requested=true</w:t>
        </w:r>
      </w:hyperlink>
      <w:r w:rsidR="004A3C97" w:rsidRPr="002C5FAE">
        <w:rPr>
          <w:rFonts w:eastAsia="Batang"/>
          <w:kern w:val="2"/>
          <w:sz w:val="28"/>
          <w:szCs w:val="28"/>
          <w:lang w:eastAsia="ko-KR"/>
        </w:rPr>
        <w:t xml:space="preserve">  (инструкция в афише в Приложении).</w:t>
      </w:r>
    </w:p>
    <w:p w:rsidR="004A3C97" w:rsidRPr="002C5FAE" w:rsidRDefault="004A3C97" w:rsidP="002C5FAE">
      <w:pPr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2C5FAE">
        <w:rPr>
          <w:rFonts w:eastAsia="Batang"/>
          <w:kern w:val="2"/>
          <w:sz w:val="28"/>
          <w:szCs w:val="28"/>
          <w:lang w:eastAsia="ko-KR"/>
        </w:rPr>
        <w:t xml:space="preserve">Контактное лицо – главный администратор, Иванова Ирина, тел. +7(960)062-59-88, </w:t>
      </w:r>
      <w:hyperlink r:id="rId9" w:history="1">
        <w:r w:rsidRPr="002C5FAE">
          <w:rPr>
            <w:rStyle w:val="a8"/>
            <w:spacing w:val="3"/>
            <w:sz w:val="28"/>
            <w:szCs w:val="28"/>
            <w:shd w:val="clear" w:color="auto" w:fill="FFFFFF"/>
          </w:rPr>
          <w:t>minmol.teens@gmail.com</w:t>
        </w:r>
      </w:hyperlink>
      <w:r w:rsidRPr="002C5FAE">
        <w:rPr>
          <w:sz w:val="28"/>
          <w:szCs w:val="28"/>
        </w:rPr>
        <w:t>.</w:t>
      </w:r>
    </w:p>
    <w:p w:rsidR="004A3C97" w:rsidRPr="002C5FAE" w:rsidRDefault="004A3C97" w:rsidP="002C5FAE">
      <w:pPr>
        <w:ind w:firstLine="709"/>
        <w:jc w:val="both"/>
        <w:rPr>
          <w:sz w:val="28"/>
          <w:szCs w:val="28"/>
        </w:rPr>
      </w:pPr>
      <w:r w:rsidRPr="002C5FAE">
        <w:rPr>
          <w:sz w:val="28"/>
          <w:szCs w:val="28"/>
        </w:rPr>
        <w:t>Приложение: на 15 л. в 1 экз.</w:t>
      </w:r>
    </w:p>
    <w:p w:rsidR="00B70844" w:rsidRDefault="00B70844" w:rsidP="0020424D">
      <w:pPr>
        <w:spacing w:line="312" w:lineRule="auto"/>
        <w:ind w:right="-1"/>
        <w:jc w:val="both"/>
        <w:rPr>
          <w:rFonts w:eastAsia="Batang"/>
          <w:kern w:val="2"/>
          <w:sz w:val="28"/>
          <w:szCs w:val="28"/>
          <w:lang w:eastAsia="ko-KR"/>
        </w:rPr>
      </w:pPr>
    </w:p>
    <w:p w:rsidR="00B70844" w:rsidRPr="0052552C" w:rsidRDefault="00B70844" w:rsidP="0020424D">
      <w:pPr>
        <w:ind w:right="-1"/>
        <w:jc w:val="both"/>
        <w:rPr>
          <w:sz w:val="28"/>
          <w:szCs w:val="28"/>
        </w:rPr>
      </w:pPr>
    </w:p>
    <w:p w:rsidR="00B70844" w:rsidRDefault="00B70844" w:rsidP="0020424D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226D66">
        <w:rPr>
          <w:b/>
          <w:sz w:val="28"/>
          <w:szCs w:val="28"/>
        </w:rPr>
        <w:t>инистр</w:t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Т.Д.Сулейманов</w:t>
      </w:r>
    </w:p>
    <w:p w:rsidR="002C5FAE" w:rsidRDefault="002C5FAE" w:rsidP="00BE2DE4">
      <w:pPr>
        <w:pStyle w:val="1"/>
        <w:rPr>
          <w:rFonts w:ascii="Times New Roman" w:hAnsi="Times New Roman"/>
          <w:sz w:val="24"/>
        </w:rPr>
      </w:pPr>
    </w:p>
    <w:p w:rsidR="00B70844" w:rsidRPr="00066805" w:rsidRDefault="00B70844" w:rsidP="00BE2DE4">
      <w:pPr>
        <w:pStyle w:val="1"/>
        <w:rPr>
          <w:rFonts w:ascii="Times New Roman" w:hAnsi="Times New Roman"/>
          <w:sz w:val="24"/>
        </w:rPr>
      </w:pPr>
      <w:r w:rsidRPr="00066805">
        <w:rPr>
          <w:rFonts w:ascii="Times New Roman" w:hAnsi="Times New Roman"/>
          <w:sz w:val="24"/>
        </w:rPr>
        <w:t>С.В.Гавва,</w:t>
      </w:r>
    </w:p>
    <w:p w:rsidR="00B70844" w:rsidRPr="00BE2DE4" w:rsidRDefault="00B70844" w:rsidP="00BE2DE4">
      <w:pPr>
        <w:pStyle w:val="1"/>
        <w:rPr>
          <w:rFonts w:ascii="Times New Roman" w:hAnsi="Times New Roman"/>
          <w:sz w:val="24"/>
        </w:rPr>
      </w:pPr>
      <w:r w:rsidRPr="00066805">
        <w:rPr>
          <w:rFonts w:ascii="Times New Roman" w:hAnsi="Times New Roman"/>
        </w:rPr>
        <w:t>8(843)222-91-69</w:t>
      </w:r>
    </w:p>
    <w:sectPr w:rsidR="00B70844" w:rsidRPr="00BE2DE4" w:rsidSect="00A21413">
      <w:pgSz w:w="11906" w:h="16838" w:code="9"/>
      <w:pgMar w:top="1134" w:right="567" w:bottom="1134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86C" w:rsidRDefault="00C3586C">
      <w:r>
        <w:separator/>
      </w:r>
    </w:p>
  </w:endnote>
  <w:endnote w:type="continuationSeparator" w:id="0">
    <w:p w:rsidR="00C3586C" w:rsidRDefault="00C3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86C" w:rsidRDefault="00C3586C">
      <w:r>
        <w:separator/>
      </w:r>
    </w:p>
  </w:footnote>
  <w:footnote w:type="continuationSeparator" w:id="0">
    <w:p w:rsidR="00C3586C" w:rsidRDefault="00C35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E80"/>
    <w:multiLevelType w:val="hybridMultilevel"/>
    <w:tmpl w:val="A3184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C8"/>
    <w:multiLevelType w:val="hybridMultilevel"/>
    <w:tmpl w:val="8932E30A"/>
    <w:lvl w:ilvl="0" w:tplc="5436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C30B0"/>
    <w:multiLevelType w:val="hybridMultilevel"/>
    <w:tmpl w:val="22628B1C"/>
    <w:lvl w:ilvl="0" w:tplc="0419000F">
      <w:start w:val="1"/>
      <w:numFmt w:val="decimal"/>
      <w:lvlText w:val="%1.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3" w15:restartNumberingAfterBreak="0">
    <w:nsid w:val="2FBB4936"/>
    <w:multiLevelType w:val="hybridMultilevel"/>
    <w:tmpl w:val="E5BAB8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55130886"/>
    <w:multiLevelType w:val="hybridMultilevel"/>
    <w:tmpl w:val="805CEE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C4F"/>
    <w:rsid w:val="000140AC"/>
    <w:rsid w:val="00014A2C"/>
    <w:rsid w:val="00015117"/>
    <w:rsid w:val="0001579E"/>
    <w:rsid w:val="000179B2"/>
    <w:rsid w:val="00021F02"/>
    <w:rsid w:val="00035A7D"/>
    <w:rsid w:val="00042B78"/>
    <w:rsid w:val="00046779"/>
    <w:rsid w:val="00051591"/>
    <w:rsid w:val="00066805"/>
    <w:rsid w:val="000708DE"/>
    <w:rsid w:val="00082571"/>
    <w:rsid w:val="000A1BD4"/>
    <w:rsid w:val="000A5FAA"/>
    <w:rsid w:val="000B11D3"/>
    <w:rsid w:val="000B1A17"/>
    <w:rsid w:val="000B321B"/>
    <w:rsid w:val="000C222A"/>
    <w:rsid w:val="000C25D3"/>
    <w:rsid w:val="000C3331"/>
    <w:rsid w:val="000C686A"/>
    <w:rsid w:val="000D55BD"/>
    <w:rsid w:val="000E2601"/>
    <w:rsid w:val="000E4960"/>
    <w:rsid w:val="000E65F2"/>
    <w:rsid w:val="001007EE"/>
    <w:rsid w:val="001272EB"/>
    <w:rsid w:val="001342B4"/>
    <w:rsid w:val="00134CE4"/>
    <w:rsid w:val="00144C32"/>
    <w:rsid w:val="00146D9B"/>
    <w:rsid w:val="00154A0B"/>
    <w:rsid w:val="00186271"/>
    <w:rsid w:val="001908B3"/>
    <w:rsid w:val="001A0A77"/>
    <w:rsid w:val="001B4F84"/>
    <w:rsid w:val="001B56E9"/>
    <w:rsid w:val="001C1CA0"/>
    <w:rsid w:val="001D00C4"/>
    <w:rsid w:val="001D0A36"/>
    <w:rsid w:val="001D598C"/>
    <w:rsid w:val="001E1D2E"/>
    <w:rsid w:val="001E32BA"/>
    <w:rsid w:val="0020424D"/>
    <w:rsid w:val="00207EF8"/>
    <w:rsid w:val="00210834"/>
    <w:rsid w:val="0021797E"/>
    <w:rsid w:val="00222EB6"/>
    <w:rsid w:val="002248D1"/>
    <w:rsid w:val="0022675D"/>
    <w:rsid w:val="00226D66"/>
    <w:rsid w:val="00235CFC"/>
    <w:rsid w:val="00237494"/>
    <w:rsid w:val="002411B1"/>
    <w:rsid w:val="00242C1F"/>
    <w:rsid w:val="002517D9"/>
    <w:rsid w:val="002537B9"/>
    <w:rsid w:val="00263EBC"/>
    <w:rsid w:val="00267029"/>
    <w:rsid w:val="00272862"/>
    <w:rsid w:val="00276690"/>
    <w:rsid w:val="00280AA0"/>
    <w:rsid w:val="00290091"/>
    <w:rsid w:val="00295E5E"/>
    <w:rsid w:val="002A4ADD"/>
    <w:rsid w:val="002B297D"/>
    <w:rsid w:val="002C5FAE"/>
    <w:rsid w:val="002D0363"/>
    <w:rsid w:val="002D0CB9"/>
    <w:rsid w:val="002D6DA7"/>
    <w:rsid w:val="002E22FD"/>
    <w:rsid w:val="002E6AC8"/>
    <w:rsid w:val="002F56F5"/>
    <w:rsid w:val="00310D7F"/>
    <w:rsid w:val="003175DA"/>
    <w:rsid w:val="00320C0F"/>
    <w:rsid w:val="0032258C"/>
    <w:rsid w:val="00323824"/>
    <w:rsid w:val="00325544"/>
    <w:rsid w:val="00332F36"/>
    <w:rsid w:val="0034676F"/>
    <w:rsid w:val="0036013E"/>
    <w:rsid w:val="003615B0"/>
    <w:rsid w:val="00365DCA"/>
    <w:rsid w:val="003750E6"/>
    <w:rsid w:val="00381467"/>
    <w:rsid w:val="00387D0E"/>
    <w:rsid w:val="003929AE"/>
    <w:rsid w:val="00395716"/>
    <w:rsid w:val="00396A38"/>
    <w:rsid w:val="0039749E"/>
    <w:rsid w:val="003A1C33"/>
    <w:rsid w:val="003A5BBC"/>
    <w:rsid w:val="003B0FC6"/>
    <w:rsid w:val="003B1E7D"/>
    <w:rsid w:val="003B27C2"/>
    <w:rsid w:val="003C53A2"/>
    <w:rsid w:val="003C5D22"/>
    <w:rsid w:val="003D132F"/>
    <w:rsid w:val="003D32BE"/>
    <w:rsid w:val="003D4160"/>
    <w:rsid w:val="003D4B9E"/>
    <w:rsid w:val="003E2074"/>
    <w:rsid w:val="003F18CB"/>
    <w:rsid w:val="003F4568"/>
    <w:rsid w:val="003F5402"/>
    <w:rsid w:val="00403B26"/>
    <w:rsid w:val="00404A73"/>
    <w:rsid w:val="00406257"/>
    <w:rsid w:val="00411F91"/>
    <w:rsid w:val="0041200B"/>
    <w:rsid w:val="00416BAF"/>
    <w:rsid w:val="00424BEF"/>
    <w:rsid w:val="00426A74"/>
    <w:rsid w:val="00432420"/>
    <w:rsid w:val="00434815"/>
    <w:rsid w:val="00437279"/>
    <w:rsid w:val="00444702"/>
    <w:rsid w:val="00452996"/>
    <w:rsid w:val="004549F6"/>
    <w:rsid w:val="0045688E"/>
    <w:rsid w:val="00464664"/>
    <w:rsid w:val="004678B3"/>
    <w:rsid w:val="00472993"/>
    <w:rsid w:val="00472B19"/>
    <w:rsid w:val="00486FA1"/>
    <w:rsid w:val="00487D12"/>
    <w:rsid w:val="004A3AE3"/>
    <w:rsid w:val="004A3C97"/>
    <w:rsid w:val="004B38A1"/>
    <w:rsid w:val="004D2BD3"/>
    <w:rsid w:val="004D5BC7"/>
    <w:rsid w:val="004E7C75"/>
    <w:rsid w:val="004F4E57"/>
    <w:rsid w:val="004F6630"/>
    <w:rsid w:val="004F75C4"/>
    <w:rsid w:val="005005E0"/>
    <w:rsid w:val="00501B8C"/>
    <w:rsid w:val="005020E5"/>
    <w:rsid w:val="00505B00"/>
    <w:rsid w:val="005063A3"/>
    <w:rsid w:val="00521C4F"/>
    <w:rsid w:val="0052552C"/>
    <w:rsid w:val="00525CF8"/>
    <w:rsid w:val="005269FF"/>
    <w:rsid w:val="005318B5"/>
    <w:rsid w:val="00532BAE"/>
    <w:rsid w:val="0053529A"/>
    <w:rsid w:val="00535EB4"/>
    <w:rsid w:val="00537036"/>
    <w:rsid w:val="00537EF5"/>
    <w:rsid w:val="00555A4A"/>
    <w:rsid w:val="00565F4A"/>
    <w:rsid w:val="0056602E"/>
    <w:rsid w:val="00576B04"/>
    <w:rsid w:val="00590436"/>
    <w:rsid w:val="00594755"/>
    <w:rsid w:val="005A3203"/>
    <w:rsid w:val="005B013B"/>
    <w:rsid w:val="005B42F7"/>
    <w:rsid w:val="005C540F"/>
    <w:rsid w:val="005D2AEA"/>
    <w:rsid w:val="00600909"/>
    <w:rsid w:val="00606C8F"/>
    <w:rsid w:val="00614BF3"/>
    <w:rsid w:val="0062171E"/>
    <w:rsid w:val="00630C1E"/>
    <w:rsid w:val="00645FD9"/>
    <w:rsid w:val="00655144"/>
    <w:rsid w:val="00656CE0"/>
    <w:rsid w:val="006611EE"/>
    <w:rsid w:val="00673CD5"/>
    <w:rsid w:val="006A40F5"/>
    <w:rsid w:val="006A5A68"/>
    <w:rsid w:val="006B3494"/>
    <w:rsid w:val="006C505F"/>
    <w:rsid w:val="006C643B"/>
    <w:rsid w:val="006D7262"/>
    <w:rsid w:val="006E16D6"/>
    <w:rsid w:val="006E3F88"/>
    <w:rsid w:val="006E6CFF"/>
    <w:rsid w:val="006F66B2"/>
    <w:rsid w:val="007134E1"/>
    <w:rsid w:val="007200D4"/>
    <w:rsid w:val="00732F36"/>
    <w:rsid w:val="00735198"/>
    <w:rsid w:val="00737F95"/>
    <w:rsid w:val="007466AA"/>
    <w:rsid w:val="00764836"/>
    <w:rsid w:val="00766C95"/>
    <w:rsid w:val="007728C1"/>
    <w:rsid w:val="00774371"/>
    <w:rsid w:val="00790AAB"/>
    <w:rsid w:val="007A5638"/>
    <w:rsid w:val="007A5DC7"/>
    <w:rsid w:val="007B0D25"/>
    <w:rsid w:val="007C501F"/>
    <w:rsid w:val="007E24BE"/>
    <w:rsid w:val="007E2F4A"/>
    <w:rsid w:val="007E5571"/>
    <w:rsid w:val="007F272E"/>
    <w:rsid w:val="00803FEA"/>
    <w:rsid w:val="00827AA4"/>
    <w:rsid w:val="00835F21"/>
    <w:rsid w:val="00845CE9"/>
    <w:rsid w:val="008479E5"/>
    <w:rsid w:val="008528C2"/>
    <w:rsid w:val="008540C9"/>
    <w:rsid w:val="00855E34"/>
    <w:rsid w:val="00856F3C"/>
    <w:rsid w:val="0086462D"/>
    <w:rsid w:val="00876369"/>
    <w:rsid w:val="00884192"/>
    <w:rsid w:val="008A7A68"/>
    <w:rsid w:val="008B7256"/>
    <w:rsid w:val="008C6792"/>
    <w:rsid w:val="008E4431"/>
    <w:rsid w:val="008E5C68"/>
    <w:rsid w:val="009031B8"/>
    <w:rsid w:val="009037B7"/>
    <w:rsid w:val="00907E1C"/>
    <w:rsid w:val="00913EAD"/>
    <w:rsid w:val="0091661F"/>
    <w:rsid w:val="009250E8"/>
    <w:rsid w:val="00936107"/>
    <w:rsid w:val="009457BC"/>
    <w:rsid w:val="00947F1D"/>
    <w:rsid w:val="009507C9"/>
    <w:rsid w:val="00956DE6"/>
    <w:rsid w:val="00970237"/>
    <w:rsid w:val="00971355"/>
    <w:rsid w:val="00973EF9"/>
    <w:rsid w:val="009745DE"/>
    <w:rsid w:val="00980CCE"/>
    <w:rsid w:val="00996175"/>
    <w:rsid w:val="009A0D7C"/>
    <w:rsid w:val="009A423C"/>
    <w:rsid w:val="009A737E"/>
    <w:rsid w:val="009B3D82"/>
    <w:rsid w:val="009D5405"/>
    <w:rsid w:val="009D715B"/>
    <w:rsid w:val="009E1353"/>
    <w:rsid w:val="009E77FE"/>
    <w:rsid w:val="00A06648"/>
    <w:rsid w:val="00A1022D"/>
    <w:rsid w:val="00A142BE"/>
    <w:rsid w:val="00A21413"/>
    <w:rsid w:val="00A3430C"/>
    <w:rsid w:val="00A34838"/>
    <w:rsid w:val="00A37E90"/>
    <w:rsid w:val="00A40DF0"/>
    <w:rsid w:val="00A46818"/>
    <w:rsid w:val="00A571B0"/>
    <w:rsid w:val="00A62E44"/>
    <w:rsid w:val="00A67110"/>
    <w:rsid w:val="00A67BFC"/>
    <w:rsid w:val="00A722EA"/>
    <w:rsid w:val="00A72528"/>
    <w:rsid w:val="00A7327F"/>
    <w:rsid w:val="00A911EF"/>
    <w:rsid w:val="00A94F29"/>
    <w:rsid w:val="00A95F64"/>
    <w:rsid w:val="00AB2F1D"/>
    <w:rsid w:val="00AB6653"/>
    <w:rsid w:val="00AC24AB"/>
    <w:rsid w:val="00AC3A6B"/>
    <w:rsid w:val="00AC6C09"/>
    <w:rsid w:val="00AC7893"/>
    <w:rsid w:val="00AF5A6F"/>
    <w:rsid w:val="00B00F53"/>
    <w:rsid w:val="00B05868"/>
    <w:rsid w:val="00B06A7D"/>
    <w:rsid w:val="00B2303D"/>
    <w:rsid w:val="00B36223"/>
    <w:rsid w:val="00B365EC"/>
    <w:rsid w:val="00B6410C"/>
    <w:rsid w:val="00B66653"/>
    <w:rsid w:val="00B66FE2"/>
    <w:rsid w:val="00B70844"/>
    <w:rsid w:val="00B75442"/>
    <w:rsid w:val="00B84D3B"/>
    <w:rsid w:val="00B85D1E"/>
    <w:rsid w:val="00BA2A24"/>
    <w:rsid w:val="00BA7CDC"/>
    <w:rsid w:val="00BB4F75"/>
    <w:rsid w:val="00BB7711"/>
    <w:rsid w:val="00BC1304"/>
    <w:rsid w:val="00BD08E9"/>
    <w:rsid w:val="00BD2039"/>
    <w:rsid w:val="00BE2097"/>
    <w:rsid w:val="00BE2DE4"/>
    <w:rsid w:val="00BF6190"/>
    <w:rsid w:val="00BF63AF"/>
    <w:rsid w:val="00BF7362"/>
    <w:rsid w:val="00C00014"/>
    <w:rsid w:val="00C1210E"/>
    <w:rsid w:val="00C15998"/>
    <w:rsid w:val="00C215CC"/>
    <w:rsid w:val="00C3394D"/>
    <w:rsid w:val="00C3586C"/>
    <w:rsid w:val="00C46E90"/>
    <w:rsid w:val="00C54DBB"/>
    <w:rsid w:val="00C60E4B"/>
    <w:rsid w:val="00C61489"/>
    <w:rsid w:val="00C70C98"/>
    <w:rsid w:val="00C8362F"/>
    <w:rsid w:val="00C87510"/>
    <w:rsid w:val="00CB5708"/>
    <w:rsid w:val="00CB7BC5"/>
    <w:rsid w:val="00CC045C"/>
    <w:rsid w:val="00CC5851"/>
    <w:rsid w:val="00CD19E1"/>
    <w:rsid w:val="00CD6651"/>
    <w:rsid w:val="00CD6CAB"/>
    <w:rsid w:val="00CE1AC6"/>
    <w:rsid w:val="00CF0B8F"/>
    <w:rsid w:val="00CF15DD"/>
    <w:rsid w:val="00CF49DE"/>
    <w:rsid w:val="00D030BF"/>
    <w:rsid w:val="00D070C2"/>
    <w:rsid w:val="00D14990"/>
    <w:rsid w:val="00D2780D"/>
    <w:rsid w:val="00D3400D"/>
    <w:rsid w:val="00D37FEC"/>
    <w:rsid w:val="00D52FD0"/>
    <w:rsid w:val="00D561D9"/>
    <w:rsid w:val="00D56D39"/>
    <w:rsid w:val="00D7549A"/>
    <w:rsid w:val="00D75828"/>
    <w:rsid w:val="00D77AAE"/>
    <w:rsid w:val="00D85CB7"/>
    <w:rsid w:val="00D934A9"/>
    <w:rsid w:val="00DA107C"/>
    <w:rsid w:val="00DA3E45"/>
    <w:rsid w:val="00DB009A"/>
    <w:rsid w:val="00DB6F7F"/>
    <w:rsid w:val="00DB7CEE"/>
    <w:rsid w:val="00DC2451"/>
    <w:rsid w:val="00DC26B0"/>
    <w:rsid w:val="00DC55F8"/>
    <w:rsid w:val="00DD4682"/>
    <w:rsid w:val="00DD4B91"/>
    <w:rsid w:val="00DD623C"/>
    <w:rsid w:val="00DD79E8"/>
    <w:rsid w:val="00DD7E69"/>
    <w:rsid w:val="00DE3208"/>
    <w:rsid w:val="00DE370B"/>
    <w:rsid w:val="00DF1F54"/>
    <w:rsid w:val="00E071A2"/>
    <w:rsid w:val="00E10630"/>
    <w:rsid w:val="00E1324E"/>
    <w:rsid w:val="00E36E8B"/>
    <w:rsid w:val="00E47218"/>
    <w:rsid w:val="00E545EB"/>
    <w:rsid w:val="00E56731"/>
    <w:rsid w:val="00E6556B"/>
    <w:rsid w:val="00E82228"/>
    <w:rsid w:val="00E857B2"/>
    <w:rsid w:val="00E911CC"/>
    <w:rsid w:val="00E92C2B"/>
    <w:rsid w:val="00E94611"/>
    <w:rsid w:val="00EA1B88"/>
    <w:rsid w:val="00EA633E"/>
    <w:rsid w:val="00EB0012"/>
    <w:rsid w:val="00EB06F3"/>
    <w:rsid w:val="00EB7BBF"/>
    <w:rsid w:val="00EC1DC0"/>
    <w:rsid w:val="00ED24E2"/>
    <w:rsid w:val="00ED52E4"/>
    <w:rsid w:val="00ED6307"/>
    <w:rsid w:val="00EF4AD8"/>
    <w:rsid w:val="00EF4DFF"/>
    <w:rsid w:val="00F001D2"/>
    <w:rsid w:val="00F0305B"/>
    <w:rsid w:val="00F12229"/>
    <w:rsid w:val="00F21252"/>
    <w:rsid w:val="00F2216A"/>
    <w:rsid w:val="00F22225"/>
    <w:rsid w:val="00F229EF"/>
    <w:rsid w:val="00F26F6B"/>
    <w:rsid w:val="00F34DBC"/>
    <w:rsid w:val="00F43129"/>
    <w:rsid w:val="00F451B2"/>
    <w:rsid w:val="00F455D5"/>
    <w:rsid w:val="00F52FF2"/>
    <w:rsid w:val="00F53894"/>
    <w:rsid w:val="00F57711"/>
    <w:rsid w:val="00F75D89"/>
    <w:rsid w:val="00F905B9"/>
    <w:rsid w:val="00F907D2"/>
    <w:rsid w:val="00FA062F"/>
    <w:rsid w:val="00FA518A"/>
    <w:rsid w:val="00FA6F28"/>
    <w:rsid w:val="00FB1CF1"/>
    <w:rsid w:val="00FB22A6"/>
    <w:rsid w:val="00FB49BE"/>
    <w:rsid w:val="00FB4A31"/>
    <w:rsid w:val="00FB58CA"/>
    <w:rsid w:val="00FB61C0"/>
    <w:rsid w:val="00FB716C"/>
    <w:rsid w:val="00FC07D8"/>
    <w:rsid w:val="00FD4CBC"/>
    <w:rsid w:val="00FD6E38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B39F8A"/>
  <w15:docId w15:val="{8D934577-1054-4A0C-8912-CE51FB9C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32F36"/>
    <w:pPr>
      <w:keepNext/>
      <w:ind w:left="5760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32F36"/>
    <w:rPr>
      <w:b/>
      <w:sz w:val="28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0EE9"/>
    <w:rPr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0EE9"/>
    <w:rPr>
      <w:sz w:val="24"/>
      <w:szCs w:val="24"/>
    </w:rPr>
  </w:style>
  <w:style w:type="table" w:styleId="a7">
    <w:name w:val="Table Grid"/>
    <w:basedOn w:val="a1"/>
    <w:uiPriority w:val="99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0EE9"/>
    <w:rPr>
      <w:sz w:val="0"/>
      <w:szCs w:val="0"/>
    </w:rPr>
  </w:style>
  <w:style w:type="paragraph" w:styleId="ab">
    <w:name w:val="Normal (Web)"/>
    <w:basedOn w:val="a"/>
    <w:uiPriority w:val="99"/>
    <w:rsid w:val="00C8362F"/>
    <w:pPr>
      <w:spacing w:before="100" w:beforeAutospacing="1" w:after="100" w:afterAutospacing="1"/>
    </w:pPr>
  </w:style>
  <w:style w:type="character" w:styleId="ac">
    <w:name w:val="annotation reference"/>
    <w:basedOn w:val="a0"/>
    <w:uiPriority w:val="99"/>
    <w:rsid w:val="00F0305B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rsid w:val="00F0305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F0305B"/>
    <w:rPr>
      <w:rFonts w:cs="Times New Roman"/>
    </w:rPr>
  </w:style>
  <w:style w:type="paragraph" w:styleId="af">
    <w:name w:val="annotation subject"/>
    <w:basedOn w:val="ad"/>
    <w:next w:val="ad"/>
    <w:link w:val="af0"/>
    <w:uiPriority w:val="99"/>
    <w:rsid w:val="00F030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locked/>
    <w:rsid w:val="00F0305B"/>
    <w:rPr>
      <w:rFonts w:cs="Times New Roman"/>
      <w:b/>
    </w:rPr>
  </w:style>
  <w:style w:type="paragraph" w:customStyle="1" w:styleId="1">
    <w:name w:val="Без интервала1"/>
    <w:uiPriority w:val="99"/>
    <w:rsid w:val="00487D12"/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4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VR73iEliw5bDFF4CWq3beb2tnJU9Qioxe4wJyKQtpQ/viewform?edit_requested=tru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nmol.teens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41;&#1083;&#1072;&#1085;&#1082;2014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Бланк2014.</Template>
  <TotalTime>24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Андрей Егоров</dc:creator>
  <cp:lastModifiedBy>Далия Исламова</cp:lastModifiedBy>
  <cp:revision>26</cp:revision>
  <cp:lastPrinted>2019-01-16T09:05:00Z</cp:lastPrinted>
  <dcterms:created xsi:type="dcterms:W3CDTF">2021-10-26T11:31:00Z</dcterms:created>
  <dcterms:modified xsi:type="dcterms:W3CDTF">2021-11-09T11:11:00Z</dcterms:modified>
</cp:coreProperties>
</file>